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E1D1" w14:textId="77777777" w:rsidR="009924CD" w:rsidRPr="00DC29CA" w:rsidRDefault="002E3F79" w:rsidP="00DC29CA">
      <w:pPr>
        <w:spacing w:after="0" w:line="240" w:lineRule="auto"/>
        <w:jc w:val="right"/>
        <w:rPr>
          <w:rFonts w:ascii="Times New Roman" w:hAnsi="Times New Roman"/>
          <w:b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b/>
          <w:color w:val="767171" w:themeColor="background2" w:themeShade="80"/>
          <w:sz w:val="24"/>
          <w:szCs w:val="24"/>
        </w:rPr>
        <w:t>НС «Интеграция»</w:t>
      </w:r>
    </w:p>
    <w:p w14:paraId="4134C792" w14:textId="5DB02687" w:rsidR="002E3F79" w:rsidRPr="00DC29CA" w:rsidRDefault="00DC29CA" w:rsidP="00DC29CA">
      <w:pPr>
        <w:spacing w:after="0" w:line="240" w:lineRule="auto"/>
        <w:jc w:val="right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color w:val="767171"/>
          <w:sz w:val="24"/>
          <w:szCs w:val="24"/>
        </w:rPr>
        <w:t>111675, ул.Дмитриевского, д.7, офис 7</w:t>
      </w:r>
    </w:p>
    <w:p w14:paraId="20D9122B" w14:textId="4D13752E" w:rsidR="002E3F79" w:rsidRPr="00DC29CA" w:rsidRDefault="002E3F79" w:rsidP="00DC29CA">
      <w:pPr>
        <w:spacing w:after="0" w:line="240" w:lineRule="auto"/>
        <w:jc w:val="right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Телефон: (495)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 xml:space="preserve"> 374</w:t>
      </w: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-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59</w:t>
      </w: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-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57</w:t>
      </w:r>
    </w:p>
    <w:p w14:paraId="429AC533" w14:textId="77777777" w:rsidR="00FB5D50" w:rsidRDefault="00FB5D50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FB848C" w14:textId="77777777" w:rsidR="00DF7578" w:rsidRDefault="00DF7578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2"/>
        <w:gridCol w:w="3877"/>
        <w:gridCol w:w="4544"/>
      </w:tblGrid>
      <w:tr w:rsidR="00DC29CA" w:rsidRPr="00AA6512" w14:paraId="044D67E8" w14:textId="77777777" w:rsidTr="00F9673B">
        <w:trPr>
          <w:trHeight w:hRule="exact" w:val="397"/>
        </w:trPr>
        <w:tc>
          <w:tcPr>
            <w:tcW w:w="2602" w:type="dxa"/>
          </w:tcPr>
          <w:p w14:paraId="1418DF41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ИНН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7706032494</w:t>
            </w:r>
          </w:p>
        </w:tc>
        <w:tc>
          <w:tcPr>
            <w:tcW w:w="3877" w:type="dxa"/>
          </w:tcPr>
          <w:p w14:paraId="193985C6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КПП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770201001</w:t>
            </w:r>
          </w:p>
        </w:tc>
        <w:tc>
          <w:tcPr>
            <w:tcW w:w="4544" w:type="dxa"/>
            <w:vMerge w:val="restart"/>
            <w:vAlign w:val="center"/>
          </w:tcPr>
          <w:p w14:paraId="47B84C21" w14:textId="13912FD5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Сч.№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>40703810738090102325</w:t>
            </w:r>
          </w:p>
        </w:tc>
      </w:tr>
      <w:tr w:rsidR="00DC29CA" w:rsidRPr="00AA6512" w14:paraId="5FC3072D" w14:textId="77777777" w:rsidTr="00DC29CA">
        <w:tc>
          <w:tcPr>
            <w:tcW w:w="6479" w:type="dxa"/>
            <w:gridSpan w:val="2"/>
          </w:tcPr>
          <w:p w14:paraId="2897E18F" w14:textId="17F4F840" w:rsidR="00DC29CA" w:rsidRPr="00AA6512" w:rsidRDefault="00BA0230" w:rsidP="00AA65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14:paraId="65B50037" w14:textId="0E38E5CE" w:rsidR="00DC29CA" w:rsidRPr="00AA6512" w:rsidRDefault="00DC29CA" w:rsidP="00DC2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 xml:space="preserve">НС «Интеграция» </w:t>
            </w:r>
            <w:r w:rsidRPr="00AC769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DC29CA">
              <w:rPr>
                <w:rFonts w:ascii="Times New Roman" w:hAnsi="Times New Roman"/>
                <w:sz w:val="24"/>
                <w:szCs w:val="24"/>
              </w:rPr>
              <w:t>ПАО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29CA">
              <w:rPr>
                <w:rFonts w:ascii="Times New Roman" w:hAnsi="Times New Roman"/>
                <w:sz w:val="24"/>
                <w:szCs w:val="24"/>
              </w:rPr>
              <w:t>Сбербанк, г. Москва</w:t>
            </w:r>
          </w:p>
        </w:tc>
        <w:tc>
          <w:tcPr>
            <w:tcW w:w="4544" w:type="dxa"/>
            <w:vMerge/>
            <w:tcBorders>
              <w:bottom w:val="single" w:sz="4" w:space="0" w:color="000000"/>
            </w:tcBorders>
          </w:tcPr>
          <w:p w14:paraId="136D3626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CA" w:rsidRPr="00AA6512" w14:paraId="730475CB" w14:textId="77777777" w:rsidTr="00F9673B">
        <w:trPr>
          <w:trHeight w:hRule="exact" w:val="397"/>
        </w:trPr>
        <w:tc>
          <w:tcPr>
            <w:tcW w:w="6479" w:type="dxa"/>
            <w:gridSpan w:val="2"/>
            <w:vMerge w:val="restart"/>
          </w:tcPr>
          <w:p w14:paraId="57F72C1A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Банк получателя</w:t>
            </w:r>
          </w:p>
          <w:p w14:paraId="4063CAB8" w14:textId="0A408E74" w:rsidR="00DC29CA" w:rsidRPr="00AA6512" w:rsidRDefault="004960D4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0D4">
              <w:rPr>
                <w:rFonts w:ascii="Times New Roman" w:hAnsi="Times New Roman"/>
                <w:sz w:val="24"/>
                <w:szCs w:val="24"/>
              </w:rPr>
              <w:t>ПАО Сбербанк</w:t>
            </w:r>
          </w:p>
        </w:tc>
        <w:tc>
          <w:tcPr>
            <w:tcW w:w="4544" w:type="dxa"/>
            <w:tcBorders>
              <w:bottom w:val="single" w:sz="4" w:space="0" w:color="auto"/>
            </w:tcBorders>
          </w:tcPr>
          <w:p w14:paraId="6A87B3AA" w14:textId="67B8B64C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БИК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044525225</w:t>
            </w:r>
          </w:p>
        </w:tc>
      </w:tr>
      <w:tr w:rsidR="00DC29CA" w:rsidRPr="00AA6512" w14:paraId="134DA172" w14:textId="77777777" w:rsidTr="00F9673B">
        <w:trPr>
          <w:trHeight w:hRule="exact" w:val="397"/>
        </w:trPr>
        <w:tc>
          <w:tcPr>
            <w:tcW w:w="6479" w:type="dxa"/>
            <w:gridSpan w:val="2"/>
            <w:vMerge/>
          </w:tcPr>
          <w:p w14:paraId="0D27E250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</w:tcBorders>
          </w:tcPr>
          <w:p w14:paraId="015E2211" w14:textId="229523AA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Сч.№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>30101810400000000225</w:t>
            </w:r>
          </w:p>
        </w:tc>
      </w:tr>
    </w:tbl>
    <w:p w14:paraId="24375FE5" w14:textId="37D4D824" w:rsidR="00FB5D50" w:rsidRDefault="00FB5D50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74C1C7" w14:textId="77777777" w:rsidR="00DC29CA" w:rsidRDefault="00DC29CA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5A8DF1" w14:textId="3E2CA843" w:rsidR="00DF7578" w:rsidRDefault="00DF7578" w:rsidP="00F9673B">
      <w:pPr>
        <w:spacing w:line="240" w:lineRule="auto"/>
        <w:rPr>
          <w:rFonts w:ascii="Times New Roman" w:hAnsi="Times New Roman"/>
          <w:b/>
          <w:sz w:val="36"/>
          <w:szCs w:val="36"/>
        </w:rPr>
      </w:pPr>
      <w:r w:rsidRPr="00DF7578">
        <w:rPr>
          <w:rFonts w:ascii="Times New Roman" w:hAnsi="Times New Roman"/>
          <w:b/>
          <w:sz w:val="36"/>
          <w:szCs w:val="36"/>
        </w:rPr>
        <w:t>Счет</w:t>
      </w:r>
      <w:r w:rsidR="00F9673B">
        <w:rPr>
          <w:rFonts w:ascii="Times New Roman" w:hAnsi="Times New Roman"/>
          <w:b/>
          <w:sz w:val="36"/>
          <w:szCs w:val="36"/>
        </w:rPr>
        <w:t xml:space="preserve"> на оплату</w:t>
      </w:r>
      <w:r w:rsidRPr="00DF7578">
        <w:rPr>
          <w:rFonts w:ascii="Times New Roman" w:hAnsi="Times New Roman"/>
          <w:b/>
          <w:sz w:val="36"/>
          <w:szCs w:val="36"/>
        </w:rPr>
        <w:t xml:space="preserve"> №</w:t>
      </w:r>
      <w:r w:rsidR="00BA0230">
        <w:rPr>
          <w:rFonts w:ascii="Times New Roman" w:hAnsi="Times New Roman"/>
          <w:b/>
          <w:sz w:val="36"/>
          <w:szCs w:val="36"/>
        </w:rPr>
        <w:t xml:space="preserve"> </w:t>
      </w:r>
    </w:p>
    <w:p w14:paraId="1B5A8C22" w14:textId="77777777" w:rsidR="00F9673B" w:rsidRDefault="00F9673B" w:rsidP="00F9673B">
      <w:pPr>
        <w:pBdr>
          <w:top w:val="single" w:sz="4" w:space="1" w:color="AEAAAA" w:themeColor="background2" w:themeShade="BF"/>
        </w:pBd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0266A370" w14:textId="77777777" w:rsidR="00BA0230" w:rsidRDefault="00BA0230" w:rsidP="00BA0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</w:t>
      </w:r>
      <w:r w:rsidRPr="004D475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</w:t>
      </w:r>
    </w:p>
    <w:p w14:paraId="3698C06D" w14:textId="77777777" w:rsidR="00BA0230" w:rsidRDefault="00BA0230" w:rsidP="00BA0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Bank"/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bookmarkEnd w:id="0"/>
    <w:p w14:paraId="1D1AED0B" w14:textId="77777777" w:rsidR="00BA0230" w:rsidRDefault="00BA0230" w:rsidP="00BA0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14:paraId="2D048881" w14:textId="77777777" w:rsidR="00BA0230" w:rsidRDefault="00BA0230" w:rsidP="00BA0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14:paraId="28AA1907" w14:textId="77777777" w:rsidR="00816A4F" w:rsidRDefault="00816A4F" w:rsidP="00816A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8EF444" w14:textId="21F5779C" w:rsidR="00816A4F" w:rsidRDefault="00816A4F" w:rsidP="00816A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Основание: </w:t>
      </w:r>
    </w:p>
    <w:p w14:paraId="1D8DD75A" w14:textId="1752EA1B" w:rsidR="00DF7578" w:rsidRPr="008C4983" w:rsidRDefault="00DF7578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628"/>
        <w:gridCol w:w="888"/>
        <w:gridCol w:w="1052"/>
        <w:gridCol w:w="2053"/>
        <w:gridCol w:w="1619"/>
      </w:tblGrid>
      <w:tr w:rsidR="00B709E8" w:rsidRPr="00AA6512" w14:paraId="27369CC2" w14:textId="77777777" w:rsidTr="00BA0230">
        <w:tc>
          <w:tcPr>
            <w:tcW w:w="523" w:type="dxa"/>
          </w:tcPr>
          <w:p w14:paraId="658B4CD1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14:paraId="2C0EE5D0" w14:textId="0F9270F4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785" w:type="dxa"/>
            <w:tcBorders>
              <w:right w:val="single" w:sz="4" w:space="0" w:color="auto"/>
            </w:tcBorders>
          </w:tcPr>
          <w:p w14:paraId="41AC54EE" w14:textId="31AEEA90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2804" w14:textId="0E2878BB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80" w:type="dxa"/>
            <w:tcBorders>
              <w:left w:val="single" w:sz="4" w:space="0" w:color="auto"/>
            </w:tcBorders>
          </w:tcPr>
          <w:p w14:paraId="7272F7EB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636" w:type="dxa"/>
          </w:tcPr>
          <w:p w14:paraId="3F9DE3BD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BA0230" w:rsidRPr="00AA6512" w14:paraId="1481C220" w14:textId="77777777" w:rsidTr="00BA0230">
        <w:tc>
          <w:tcPr>
            <w:tcW w:w="523" w:type="dxa"/>
          </w:tcPr>
          <w:p w14:paraId="752882CF" w14:textId="77777777" w:rsidR="00BA0230" w:rsidRPr="00AA6512" w:rsidRDefault="00BA0230" w:rsidP="00BA0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2E2F3237" w14:textId="390B15AB" w:rsidR="00BA0230" w:rsidRPr="00AA6512" w:rsidRDefault="00BA0230" w:rsidP="00BA0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9E8"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дополнительных образовательных услуг </w:t>
            </w:r>
            <w:bookmarkStart w:id="1" w:name="NazvanieKonkursa"/>
            <w:r>
              <w:rPr>
                <w:rFonts w:ascii="Times New Roman" w:hAnsi="Times New Roman"/>
                <w:sz w:val="24"/>
                <w:szCs w:val="24"/>
              </w:rPr>
              <w:t>в рамках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FF4">
              <w:rPr>
                <w:rFonts w:ascii="Times New Roman" w:hAnsi="Times New Roman"/>
                <w:sz w:val="24"/>
                <w:szCs w:val="24"/>
              </w:rPr>
              <w:t>форума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903FF4" w:rsidRPr="00903FF4">
              <w:rPr>
                <w:rFonts w:ascii="Times New Roman" w:hAnsi="Times New Roman"/>
                <w:sz w:val="24"/>
                <w:szCs w:val="24"/>
              </w:rPr>
              <w:t>МОЯ ЗАКОНОТВОРЧЕСКАЯ ИНИЦИАТИВА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>»</w:t>
            </w:r>
            <w:bookmarkEnd w:id="1"/>
          </w:p>
        </w:tc>
        <w:tc>
          <w:tcPr>
            <w:tcW w:w="785" w:type="dxa"/>
            <w:vAlign w:val="bottom"/>
          </w:tcPr>
          <w:p w14:paraId="277F6E2E" w14:textId="2474996C" w:rsidR="00BA0230" w:rsidRPr="00AA6512" w:rsidRDefault="000B1303" w:rsidP="00BA02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vAlign w:val="bottom"/>
          </w:tcPr>
          <w:p w14:paraId="63A63AED" w14:textId="6A546B90" w:rsidR="00BA0230" w:rsidRPr="00AA6512" w:rsidRDefault="00BA0230" w:rsidP="00BA02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2" w:name="Kolichestvo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End w:id="2"/>
          </w:p>
        </w:tc>
        <w:tc>
          <w:tcPr>
            <w:tcW w:w="2080" w:type="dxa"/>
            <w:tcBorders>
              <w:bottom w:val="single" w:sz="4" w:space="0" w:color="000000"/>
            </w:tcBorders>
            <w:vAlign w:val="bottom"/>
          </w:tcPr>
          <w:p w14:paraId="7B2F72DB" w14:textId="4FB7619C" w:rsidR="00BA0230" w:rsidRPr="00AA6512" w:rsidRDefault="00BA0230" w:rsidP="00BA02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vAlign w:val="bottom"/>
          </w:tcPr>
          <w:p w14:paraId="665636D0" w14:textId="492889CB" w:rsidR="00BA0230" w:rsidRPr="00AA6512" w:rsidRDefault="00BA0230" w:rsidP="00BA02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8" w:rsidRPr="00AA6512" w14:paraId="6CE21413" w14:textId="77777777" w:rsidTr="00BA0230">
        <w:tc>
          <w:tcPr>
            <w:tcW w:w="7046" w:type="dxa"/>
            <w:gridSpan w:val="4"/>
            <w:vMerge w:val="restart"/>
            <w:tcBorders>
              <w:left w:val="nil"/>
              <w:bottom w:val="nil"/>
              <w:right w:val="nil"/>
            </w:tcBorders>
          </w:tcPr>
          <w:p w14:paraId="51010311" w14:textId="5EB2942E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left w:val="nil"/>
              <w:bottom w:val="nil"/>
            </w:tcBorders>
          </w:tcPr>
          <w:p w14:paraId="2EDF7AEB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36" w:type="dxa"/>
          </w:tcPr>
          <w:p w14:paraId="4E7B57BF" w14:textId="333B0EB5" w:rsidR="00B709E8" w:rsidRPr="00AA6512" w:rsidRDefault="00B709E8" w:rsidP="005818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8" w:rsidRPr="00AA6512" w14:paraId="02087951" w14:textId="77777777" w:rsidTr="00BA0230">
        <w:tc>
          <w:tcPr>
            <w:tcW w:w="704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38290700" w14:textId="7ED0B7D0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</w:tcPr>
          <w:p w14:paraId="18FE6CA2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Итого НДС:</w:t>
            </w:r>
          </w:p>
        </w:tc>
        <w:tc>
          <w:tcPr>
            <w:tcW w:w="1636" w:type="dxa"/>
          </w:tcPr>
          <w:p w14:paraId="739A5053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9E8" w:rsidRPr="00AA6512" w14:paraId="0D7969CF" w14:textId="77777777" w:rsidTr="00BA0230">
        <w:tc>
          <w:tcPr>
            <w:tcW w:w="704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1A22C0F7" w14:textId="37930168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</w:tcPr>
          <w:p w14:paraId="42518179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636" w:type="dxa"/>
          </w:tcPr>
          <w:p w14:paraId="4BE0E336" w14:textId="7BB0070C" w:rsidR="00B709E8" w:rsidRPr="00C5042E" w:rsidRDefault="00B709E8" w:rsidP="00C504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5DCDFDA" w14:textId="77777777" w:rsidR="00DF7578" w:rsidRDefault="00DF757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8463C6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F45189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E8CDDC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189274" w14:textId="77777777" w:rsidR="00BA0230" w:rsidRPr="00B42D47" w:rsidRDefault="00BA0230" w:rsidP="00BA02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2D47">
        <w:rPr>
          <w:rFonts w:ascii="Times New Roman" w:hAnsi="Times New Roman"/>
          <w:sz w:val="28"/>
          <w:szCs w:val="28"/>
        </w:rPr>
        <w:t>Всего наименовани</w:t>
      </w:r>
      <w:r>
        <w:rPr>
          <w:rFonts w:ascii="Times New Roman" w:hAnsi="Times New Roman"/>
          <w:sz w:val="28"/>
          <w:szCs w:val="28"/>
        </w:rPr>
        <w:t>й</w:t>
      </w:r>
      <w:r w:rsidRPr="00B42D47">
        <w:rPr>
          <w:rFonts w:ascii="Times New Roman" w:hAnsi="Times New Roman"/>
          <w:sz w:val="28"/>
          <w:szCs w:val="28"/>
        </w:rPr>
        <w:t xml:space="preserve"> на сумму</w:t>
      </w:r>
      <w:r>
        <w:rPr>
          <w:rFonts w:ascii="Times New Roman" w:hAnsi="Times New Roman"/>
          <w:sz w:val="28"/>
          <w:szCs w:val="28"/>
        </w:rPr>
        <w:t>_______________________</w:t>
      </w:r>
    </w:p>
    <w:p w14:paraId="7CB749DF" w14:textId="77777777" w:rsidR="00BA0230" w:rsidRDefault="00BA0230" w:rsidP="00BA02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3" w:name="SummaProp"/>
      <w:r>
        <w:rPr>
          <w:rFonts w:ascii="Times New Roman" w:hAnsi="Times New Roman"/>
          <w:b/>
          <w:sz w:val="28"/>
          <w:szCs w:val="28"/>
        </w:rPr>
        <w:t>Сумма прописью: _________________________________________________ 00 копеек</w:t>
      </w:r>
      <w:bookmarkEnd w:id="3"/>
    </w:p>
    <w:p w14:paraId="2ABC029F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9BD565F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A72E5D" w14:textId="768E33AB" w:rsidR="004D4758" w:rsidRDefault="00F9673B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B716EF5" wp14:editId="259C419F">
            <wp:simplePos x="0" y="0"/>
            <wp:positionH relativeFrom="column">
              <wp:posOffset>2141220</wp:posOffset>
            </wp:positionH>
            <wp:positionV relativeFrom="paragraph">
              <wp:posOffset>66675</wp:posOffset>
            </wp:positionV>
            <wp:extent cx="2543810" cy="164592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A73F0" w14:textId="2960B156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52E82F9" w14:textId="77777777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635A8F" w14:textId="77777777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95DA17" w14:textId="461D2B71" w:rsidR="00B42D47" w:rsidRPr="00160CE2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0CE2">
        <w:rPr>
          <w:rFonts w:ascii="Times New Roman" w:hAnsi="Times New Roman"/>
          <w:sz w:val="28"/>
          <w:szCs w:val="28"/>
        </w:rPr>
        <w:t xml:space="preserve">Председатель            </w:t>
      </w:r>
      <w:r w:rsidR="00DE3ACE">
        <w:rPr>
          <w:rFonts w:ascii="Times New Roman" w:hAnsi="Times New Roman"/>
          <w:sz w:val="28"/>
          <w:szCs w:val="28"/>
        </w:rPr>
        <w:t xml:space="preserve">                    </w:t>
      </w:r>
      <w:r w:rsidRPr="00160CE2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66924">
        <w:rPr>
          <w:rFonts w:ascii="Times New Roman" w:hAnsi="Times New Roman"/>
          <w:sz w:val="28"/>
          <w:szCs w:val="28"/>
        </w:rPr>
        <w:t xml:space="preserve">              </w:t>
      </w:r>
      <w:r w:rsidRPr="00160CE2">
        <w:rPr>
          <w:rFonts w:ascii="Times New Roman" w:hAnsi="Times New Roman"/>
          <w:sz w:val="28"/>
          <w:szCs w:val="28"/>
        </w:rPr>
        <w:t>А.С. Обручников</w:t>
      </w:r>
    </w:p>
    <w:p w14:paraId="79DCA2C2" w14:textId="77777777" w:rsidR="00B42D47" w:rsidRPr="00160CE2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42D47" w:rsidRPr="00160CE2" w:rsidSect="00DC29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CA"/>
    <w:rsid w:val="00016C83"/>
    <w:rsid w:val="000355CE"/>
    <w:rsid w:val="0007168D"/>
    <w:rsid w:val="000B1303"/>
    <w:rsid w:val="001025AF"/>
    <w:rsid w:val="00160CE2"/>
    <w:rsid w:val="00170DE8"/>
    <w:rsid w:val="001919F8"/>
    <w:rsid w:val="00195C36"/>
    <w:rsid w:val="001C415E"/>
    <w:rsid w:val="0024029E"/>
    <w:rsid w:val="00282543"/>
    <w:rsid w:val="002E3F79"/>
    <w:rsid w:val="0039516F"/>
    <w:rsid w:val="004960D4"/>
    <w:rsid w:val="004C6107"/>
    <w:rsid w:val="004D4758"/>
    <w:rsid w:val="004F0469"/>
    <w:rsid w:val="00557165"/>
    <w:rsid w:val="00575E6D"/>
    <w:rsid w:val="00581862"/>
    <w:rsid w:val="0065619B"/>
    <w:rsid w:val="00656E92"/>
    <w:rsid w:val="006B42CB"/>
    <w:rsid w:val="006F648F"/>
    <w:rsid w:val="00766924"/>
    <w:rsid w:val="007738D8"/>
    <w:rsid w:val="007F49F2"/>
    <w:rsid w:val="0081029C"/>
    <w:rsid w:val="00816A4F"/>
    <w:rsid w:val="00886D03"/>
    <w:rsid w:val="008C4983"/>
    <w:rsid w:val="008E651F"/>
    <w:rsid w:val="008F5975"/>
    <w:rsid w:val="00903FF4"/>
    <w:rsid w:val="0097007B"/>
    <w:rsid w:val="009924CD"/>
    <w:rsid w:val="009C1717"/>
    <w:rsid w:val="009C213E"/>
    <w:rsid w:val="00AA0BD2"/>
    <w:rsid w:val="00AA6512"/>
    <w:rsid w:val="00AC769E"/>
    <w:rsid w:val="00B142A4"/>
    <w:rsid w:val="00B42D47"/>
    <w:rsid w:val="00B709E8"/>
    <w:rsid w:val="00BA0230"/>
    <w:rsid w:val="00BA09EF"/>
    <w:rsid w:val="00C5042E"/>
    <w:rsid w:val="00D05889"/>
    <w:rsid w:val="00D46377"/>
    <w:rsid w:val="00D50856"/>
    <w:rsid w:val="00DC29CA"/>
    <w:rsid w:val="00DD5220"/>
    <w:rsid w:val="00DE0A0A"/>
    <w:rsid w:val="00DE3ACE"/>
    <w:rsid w:val="00DF7578"/>
    <w:rsid w:val="00F24E81"/>
    <w:rsid w:val="00F34263"/>
    <w:rsid w:val="00F9673B"/>
    <w:rsid w:val="00FB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B9AE"/>
  <w15:chartTrackingRefBased/>
  <w15:docId w15:val="{621570D7-47C9-4371-9C4E-EAA14F44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4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D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656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1.%20&#1042;&#1088;&#1077;&#1084;&#1077;&#1085;&#1085;&#1086;&#1077;%20&#1093;&#1088;&#1072;&#1085;&#1080;&#1083;&#1080;&#1097;&#1077;\&#1054;&#1073;&#1088;&#1072;&#1079;&#1094;&#1099;%20&#1076;&#1086;&#1075;&#1086;&#1074;&#1086;&#1088;&#1086;&#1074;\&#1041;&#1072;&#1079;&#1072;%20&#1076;&#1086;&#1075;&#1086;&#1074;&#1086;&#1088;&#1086;&#1074;\&#1064;&#1072;&#1073;&#1083;&#1086;&#1085;&#1099;\&#1047;&#1057;&#1095;&#1077;&#1090;-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9827-3EC8-4CC2-8AA4-51DB6FAF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ЗСчет-шаблон.dot</Template>
  <TotalTime>21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 Интеграция</dc:creator>
  <cp:keywords/>
  <cp:lastModifiedBy>Антон Алексеевич</cp:lastModifiedBy>
  <cp:revision>13</cp:revision>
  <dcterms:created xsi:type="dcterms:W3CDTF">2024-10-26T18:24:00Z</dcterms:created>
  <dcterms:modified xsi:type="dcterms:W3CDTF">2026-01-15T06:27:00Z</dcterms:modified>
</cp:coreProperties>
</file>